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1B49384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56AB">
        <w:rPr>
          <w:rFonts w:ascii="Corbel" w:hAnsi="Corbel"/>
          <w:iCs/>
          <w:smallCaps/>
          <w:sz w:val="24"/>
          <w:szCs w:val="24"/>
        </w:rPr>
        <w:t>2020</w:t>
      </w:r>
      <w:r w:rsidR="006E7D6E">
        <w:rPr>
          <w:rFonts w:ascii="Corbel" w:hAnsi="Corbel"/>
          <w:iCs/>
          <w:smallCaps/>
          <w:sz w:val="24"/>
          <w:szCs w:val="24"/>
        </w:rPr>
        <w:t>-202</w:t>
      </w:r>
      <w:r w:rsidR="002856AB">
        <w:rPr>
          <w:rFonts w:ascii="Corbel" w:hAnsi="Corbel"/>
          <w:b/>
          <w:smallCaps/>
          <w:sz w:val="24"/>
          <w:szCs w:val="24"/>
        </w:rPr>
        <w:t>3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6C8A200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856AB">
        <w:rPr>
          <w:rFonts w:ascii="Corbel" w:hAnsi="Corbel"/>
          <w:sz w:val="20"/>
          <w:szCs w:val="20"/>
        </w:rPr>
        <w:t>2022/2023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1ED91DED" w:rsidR="0085747A" w:rsidRPr="009C54AE" w:rsidRDefault="00FD7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7D844ED" w:rsidR="0085747A" w:rsidRPr="009C54AE" w:rsidRDefault="00FD7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20C813DC" w:rsidR="0085747A" w:rsidRPr="009C54AE" w:rsidRDefault="001B69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71048DEE" w:rsidR="0085747A" w:rsidRPr="009C54AE" w:rsidRDefault="0085747A" w:rsidP="006E7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4F3170E7" w:rsidR="00015B8F" w:rsidRPr="009C54AE" w:rsidRDefault="001B69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13A40B7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4AA97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7B80F90F" w:rsidR="0039321B" w:rsidRPr="009C54AE" w:rsidRDefault="0039321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5AF4FC79" w:rsidR="0085747A" w:rsidRPr="00FD0060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0060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2195C" w:rsidRPr="009C54AE" w14:paraId="75ED2510" w14:textId="77777777" w:rsidTr="0039321B">
        <w:tc>
          <w:tcPr>
            <w:tcW w:w="1962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195C" w:rsidRPr="009C54AE" w14:paraId="581BC513" w14:textId="77777777" w:rsidTr="0039321B">
        <w:tc>
          <w:tcPr>
            <w:tcW w:w="1962" w:type="dxa"/>
          </w:tcPr>
          <w:p w14:paraId="25B3CD80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DDF768C" w14:textId="5D4439A4" w:rsidR="0012195C" w:rsidRPr="0023412D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2117" w:type="dxa"/>
          </w:tcPr>
          <w:p w14:paraId="00D3CAE8" w14:textId="4E77EF12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F9B3B95" w14:textId="77777777" w:rsidTr="0039321B">
        <w:tc>
          <w:tcPr>
            <w:tcW w:w="1962" w:type="dxa"/>
          </w:tcPr>
          <w:p w14:paraId="3C645CD8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14AA1D5" w14:textId="1D642544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572F60A3" w14:textId="6A1B5DA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B9C563B" w14:textId="77777777" w:rsidTr="0039321B">
        <w:trPr>
          <w:trHeight w:val="153"/>
        </w:trPr>
        <w:tc>
          <w:tcPr>
            <w:tcW w:w="1962" w:type="dxa"/>
          </w:tcPr>
          <w:p w14:paraId="1149B253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34AE2E8" w14:textId="25F66FA1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7AEFC66E" w14:textId="36E4C0E3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42A6909" w14:textId="77777777" w:rsidTr="0039321B">
        <w:tc>
          <w:tcPr>
            <w:tcW w:w="1962" w:type="dxa"/>
          </w:tcPr>
          <w:p w14:paraId="17A50168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1" w:type="dxa"/>
          </w:tcPr>
          <w:p w14:paraId="3033C2CE" w14:textId="7A2549BA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CC53260" w14:textId="00C8898E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7E1FDF89" w14:textId="77777777" w:rsidTr="0039321B">
        <w:tc>
          <w:tcPr>
            <w:tcW w:w="1962" w:type="dxa"/>
          </w:tcPr>
          <w:p w14:paraId="2A0C6825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904202B" w14:textId="4F425802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17" w:type="dxa"/>
          </w:tcPr>
          <w:p w14:paraId="6E52EB75" w14:textId="2851ABD5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 oceniane zostaną w formie pracy zaliczeniowej w formie eseju pisanego na 7200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116A5F50" w:rsidR="0085747A" w:rsidRPr="009C54AE" w:rsidRDefault="001B6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428F705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43A473" w14:textId="26B9D8A7" w:rsidR="00C61DC5" w:rsidRPr="009C54AE" w:rsidRDefault="001A02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2B0365A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0943C" w14:textId="2D329B9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1B698D">
              <w:rPr>
                <w:rFonts w:ascii="Corbel" w:hAnsi="Corbel"/>
                <w:sz w:val="24"/>
                <w:szCs w:val="24"/>
              </w:rPr>
              <w:t xml:space="preserve">pracy zaliczeniowej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0239B56" w14:textId="6DA86081" w:rsidR="00C61DC5" w:rsidRPr="009C54AE" w:rsidRDefault="003932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C0246E5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321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47ED9FEC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Wykaz </w:t>
            </w: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C94A7" w14:textId="77777777" w:rsidR="00870C40" w:rsidRDefault="00870C40" w:rsidP="00C16ABF">
      <w:pPr>
        <w:spacing w:after="0" w:line="240" w:lineRule="auto"/>
      </w:pPr>
      <w:r>
        <w:separator/>
      </w:r>
    </w:p>
  </w:endnote>
  <w:endnote w:type="continuationSeparator" w:id="0">
    <w:p w14:paraId="4C4DA5B3" w14:textId="77777777" w:rsidR="00870C40" w:rsidRDefault="00870C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3D82D" w14:textId="77777777" w:rsidR="00870C40" w:rsidRDefault="00870C40" w:rsidP="00C16ABF">
      <w:pPr>
        <w:spacing w:after="0" w:line="240" w:lineRule="auto"/>
      </w:pPr>
      <w:r>
        <w:separator/>
      </w:r>
    </w:p>
  </w:footnote>
  <w:footnote w:type="continuationSeparator" w:id="0">
    <w:p w14:paraId="6841CDEF" w14:textId="77777777" w:rsidR="00870C40" w:rsidRDefault="00870C40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3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70D2"/>
    <w:rsid w:val="001B698D"/>
    <w:rsid w:val="001D657B"/>
    <w:rsid w:val="001D7B54"/>
    <w:rsid w:val="001E0209"/>
    <w:rsid w:val="001F2CA2"/>
    <w:rsid w:val="002144C0"/>
    <w:rsid w:val="0022477D"/>
    <w:rsid w:val="002278A9"/>
    <w:rsid w:val="002336F9"/>
    <w:rsid w:val="00236E78"/>
    <w:rsid w:val="0024028F"/>
    <w:rsid w:val="00244ABC"/>
    <w:rsid w:val="00281FF2"/>
    <w:rsid w:val="002856A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21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620D9"/>
    <w:rsid w:val="00671958"/>
    <w:rsid w:val="00675843"/>
    <w:rsid w:val="00696477"/>
    <w:rsid w:val="006C3DD1"/>
    <w:rsid w:val="006D050F"/>
    <w:rsid w:val="006D6139"/>
    <w:rsid w:val="006E5D65"/>
    <w:rsid w:val="006E7D6E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70C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D60"/>
    <w:rsid w:val="00EC4899"/>
    <w:rsid w:val="00ED03AB"/>
    <w:rsid w:val="00ED0D96"/>
    <w:rsid w:val="00ED32D2"/>
    <w:rsid w:val="00EE32DE"/>
    <w:rsid w:val="00EE5457"/>
    <w:rsid w:val="00F070AB"/>
    <w:rsid w:val="00F17567"/>
    <w:rsid w:val="00F251D9"/>
    <w:rsid w:val="00F27A7B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15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BD4F-517A-43A0-887A-CBEDBBC6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1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2019-12-06T11:34:00Z</cp:lastPrinted>
  <dcterms:created xsi:type="dcterms:W3CDTF">2019-04-17T09:43:00Z</dcterms:created>
  <dcterms:modified xsi:type="dcterms:W3CDTF">2021-10-04T07:15:00Z</dcterms:modified>
</cp:coreProperties>
</file>